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08607D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08607D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0293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2B14EF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6E3BD8" w:rsidRDefault="006E3BD8" w:rsidP="000860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0860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08607D" w:rsidRPr="002C7AB6" w:rsidTr="002C7AB6">
        <w:tc>
          <w:tcPr>
            <w:tcW w:w="5428" w:type="dxa"/>
          </w:tcPr>
          <w:p w:rsidR="0008607D" w:rsidRPr="002C7AB6" w:rsidRDefault="0008607D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08607D" w:rsidRPr="002C7AB6" w:rsidRDefault="00882E08" w:rsidP="00882E0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08607D" w:rsidRPr="002C7AB6" w:rsidTr="002C7AB6">
        <w:tc>
          <w:tcPr>
            <w:tcW w:w="5428" w:type="dxa"/>
          </w:tcPr>
          <w:p w:rsidR="0008607D" w:rsidRPr="002C7AB6" w:rsidRDefault="0008607D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08607D" w:rsidRPr="002C7AB6" w:rsidRDefault="0008607D" w:rsidP="002C7A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607D" w:rsidRDefault="0008607D" w:rsidP="00402933">
      <w:pPr>
        <w:jc w:val="center"/>
        <w:rPr>
          <w:rFonts w:ascii="Times New Roman" w:hAnsi="Times New Roman"/>
          <w:sz w:val="28"/>
          <w:szCs w:val="28"/>
        </w:rPr>
      </w:pPr>
    </w:p>
    <w:p w:rsidR="0008607D" w:rsidRDefault="0008607D" w:rsidP="00402933">
      <w:pPr>
        <w:jc w:val="center"/>
        <w:rPr>
          <w:rFonts w:ascii="Times New Roman" w:hAnsi="Times New Roman"/>
          <w:sz w:val="28"/>
          <w:szCs w:val="28"/>
        </w:rPr>
      </w:pPr>
    </w:p>
    <w:p w:rsidR="00402933" w:rsidRPr="00402933" w:rsidRDefault="00402933" w:rsidP="00402933">
      <w:pPr>
        <w:jc w:val="center"/>
        <w:rPr>
          <w:rFonts w:ascii="Times New Roman" w:hAnsi="Times New Roman"/>
          <w:sz w:val="28"/>
          <w:szCs w:val="28"/>
        </w:rPr>
      </w:pPr>
      <w:r w:rsidRPr="00402933">
        <w:rPr>
          <w:rFonts w:ascii="Times New Roman" w:hAnsi="Times New Roman"/>
          <w:sz w:val="28"/>
          <w:szCs w:val="28"/>
        </w:rPr>
        <w:t>Региональный перечень</w:t>
      </w:r>
    </w:p>
    <w:p w:rsidR="0008607D" w:rsidRDefault="00402933" w:rsidP="00402933">
      <w:pPr>
        <w:jc w:val="center"/>
        <w:rPr>
          <w:rFonts w:ascii="Times New Roman" w:hAnsi="Times New Roman"/>
          <w:sz w:val="28"/>
          <w:szCs w:val="28"/>
        </w:rPr>
      </w:pPr>
      <w:r w:rsidRPr="00402933">
        <w:rPr>
          <w:rFonts w:ascii="Times New Roman" w:hAnsi="Times New Roman"/>
          <w:sz w:val="28"/>
          <w:szCs w:val="28"/>
        </w:rPr>
        <w:t>минимума необходимых работ (услуг), выполняемых в период</w:t>
      </w:r>
    </w:p>
    <w:p w:rsidR="0008607D" w:rsidRDefault="00402933" w:rsidP="0040293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02933">
        <w:rPr>
          <w:rFonts w:ascii="Times New Roman" w:hAnsi="Times New Roman"/>
          <w:sz w:val="28"/>
          <w:szCs w:val="28"/>
        </w:rPr>
        <w:t>проведения забастовки работниками организаций (филиалов,</w:t>
      </w:r>
      <w:proofErr w:type="gramEnd"/>
    </w:p>
    <w:p w:rsidR="0008607D" w:rsidRDefault="00402933" w:rsidP="00402933">
      <w:pPr>
        <w:jc w:val="center"/>
        <w:rPr>
          <w:rFonts w:ascii="Times New Roman" w:hAnsi="Times New Roman"/>
          <w:sz w:val="28"/>
          <w:szCs w:val="28"/>
        </w:rPr>
      </w:pPr>
      <w:r w:rsidRPr="00402933">
        <w:rPr>
          <w:rFonts w:ascii="Times New Roman" w:hAnsi="Times New Roman"/>
          <w:sz w:val="28"/>
          <w:szCs w:val="28"/>
        </w:rPr>
        <w:t>представительств или иных обособленных структурных</w:t>
      </w:r>
    </w:p>
    <w:p w:rsidR="0008607D" w:rsidRDefault="00402933" w:rsidP="00402933">
      <w:pPr>
        <w:jc w:val="center"/>
        <w:rPr>
          <w:rFonts w:ascii="Times New Roman" w:hAnsi="Times New Roman"/>
          <w:sz w:val="28"/>
          <w:szCs w:val="28"/>
        </w:rPr>
      </w:pPr>
      <w:r w:rsidRPr="00402933">
        <w:rPr>
          <w:rFonts w:ascii="Times New Roman" w:hAnsi="Times New Roman"/>
          <w:sz w:val="28"/>
          <w:szCs w:val="28"/>
        </w:rPr>
        <w:t>подразделений) в сфере культуры, деятельность которых</w:t>
      </w:r>
    </w:p>
    <w:p w:rsidR="0008607D" w:rsidRDefault="00402933" w:rsidP="0040293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02933">
        <w:rPr>
          <w:rFonts w:ascii="Times New Roman" w:hAnsi="Times New Roman"/>
          <w:sz w:val="28"/>
          <w:szCs w:val="28"/>
        </w:rPr>
        <w:t>связана</w:t>
      </w:r>
      <w:proofErr w:type="gramEnd"/>
      <w:r w:rsidRPr="00402933">
        <w:rPr>
          <w:rFonts w:ascii="Times New Roman" w:hAnsi="Times New Roman"/>
          <w:sz w:val="28"/>
          <w:szCs w:val="28"/>
        </w:rPr>
        <w:t xml:space="preserve"> с безопасностью людей, обеспечением их здоровья</w:t>
      </w:r>
    </w:p>
    <w:p w:rsidR="00402933" w:rsidRPr="00402933" w:rsidRDefault="00402933" w:rsidP="00402933">
      <w:pPr>
        <w:jc w:val="center"/>
        <w:rPr>
          <w:rFonts w:ascii="Times New Roman" w:hAnsi="Times New Roman"/>
          <w:sz w:val="28"/>
          <w:szCs w:val="28"/>
        </w:rPr>
      </w:pPr>
      <w:r w:rsidRPr="00402933">
        <w:rPr>
          <w:rFonts w:ascii="Times New Roman" w:hAnsi="Times New Roman"/>
          <w:sz w:val="28"/>
          <w:szCs w:val="28"/>
        </w:rPr>
        <w:t>и жизненно важных интересов общества</w:t>
      </w:r>
    </w:p>
    <w:p w:rsidR="00402933" w:rsidRPr="00402933" w:rsidRDefault="00402933" w:rsidP="00402933">
      <w:pPr>
        <w:jc w:val="center"/>
        <w:rPr>
          <w:rFonts w:ascii="Times New Roman" w:hAnsi="Times New Roman"/>
          <w:sz w:val="28"/>
          <w:szCs w:val="28"/>
        </w:rPr>
      </w:pPr>
    </w:p>
    <w:p w:rsidR="00402933" w:rsidRPr="00402933" w:rsidRDefault="00361E62" w:rsidP="0040293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02933" w:rsidRPr="00402933">
        <w:rPr>
          <w:rFonts w:ascii="Times New Roman" w:hAnsi="Times New Roman"/>
          <w:sz w:val="28"/>
          <w:szCs w:val="28"/>
        </w:rPr>
        <w:t xml:space="preserve"> Работы по обеспечению электроснабжения учреждения, предприятия и социальных объектов.</w:t>
      </w:r>
    </w:p>
    <w:p w:rsidR="00402933" w:rsidRPr="00402933" w:rsidRDefault="0008607D" w:rsidP="0040293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402933" w:rsidRPr="00402933">
        <w:rPr>
          <w:rFonts w:ascii="Times New Roman" w:hAnsi="Times New Roman"/>
          <w:sz w:val="28"/>
          <w:szCs w:val="28"/>
        </w:rPr>
        <w:t>Работы по обеспечению теплоснабжения учреждения, предприятия              и социальных объектов.</w:t>
      </w:r>
    </w:p>
    <w:p w:rsidR="00402933" w:rsidRPr="00402933" w:rsidRDefault="0008607D" w:rsidP="0040293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402933" w:rsidRPr="00402933">
        <w:rPr>
          <w:rFonts w:ascii="Times New Roman" w:hAnsi="Times New Roman"/>
          <w:sz w:val="28"/>
          <w:szCs w:val="28"/>
        </w:rPr>
        <w:t>Работы по обеспечению водоснабжения учреждения, предприятия                 и социальных объектов.</w:t>
      </w:r>
    </w:p>
    <w:p w:rsidR="00402933" w:rsidRPr="00402933" w:rsidRDefault="0008607D" w:rsidP="0040293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402933" w:rsidRPr="00402933">
        <w:rPr>
          <w:rFonts w:ascii="Times New Roman" w:hAnsi="Times New Roman"/>
          <w:sz w:val="28"/>
          <w:szCs w:val="28"/>
        </w:rPr>
        <w:t>Работы по обеспечению газоснабжения учреждения, предприятия                  и социальных объектов.</w:t>
      </w:r>
    </w:p>
    <w:p w:rsidR="00402933" w:rsidRPr="00402933" w:rsidRDefault="00402933" w:rsidP="0040293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2933">
        <w:rPr>
          <w:rFonts w:ascii="Times New Roman" w:hAnsi="Times New Roman"/>
          <w:sz w:val="28"/>
          <w:szCs w:val="28"/>
        </w:rPr>
        <w:t>5. Работы по обеспечению противопожарной безопасности учреждения, предприятия и социальных объектов.</w:t>
      </w:r>
    </w:p>
    <w:p w:rsidR="00402933" w:rsidRPr="00402933" w:rsidRDefault="0008607D" w:rsidP="0040293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402933" w:rsidRPr="00402933">
        <w:rPr>
          <w:rFonts w:ascii="Times New Roman" w:hAnsi="Times New Roman"/>
          <w:sz w:val="28"/>
          <w:szCs w:val="28"/>
        </w:rPr>
        <w:t>Работы по обеспечению безопасности, сохранности и поддержки нормативного режима хранения материальных и культурных ценностей, документов и архивов учреждения, предприятия и социальных объектов.</w:t>
      </w:r>
    </w:p>
    <w:p w:rsidR="00402933" w:rsidRPr="00402933" w:rsidRDefault="0008607D" w:rsidP="0040293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="00402933" w:rsidRPr="00402933">
        <w:rPr>
          <w:rFonts w:ascii="Times New Roman" w:hAnsi="Times New Roman"/>
          <w:sz w:val="28"/>
          <w:szCs w:val="28"/>
        </w:rPr>
        <w:t>Работы по обеспечению безопасности сотрудников, обучающихся                  и посетителей учреждения, предприятия и социальных объектов.</w:t>
      </w:r>
    </w:p>
    <w:p w:rsidR="00402933" w:rsidRPr="00402933" w:rsidRDefault="0008607D" w:rsidP="0040293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</w:t>
      </w:r>
      <w:r w:rsidR="00402933" w:rsidRPr="00402933">
        <w:rPr>
          <w:rFonts w:ascii="Times New Roman" w:hAnsi="Times New Roman"/>
          <w:sz w:val="28"/>
          <w:szCs w:val="28"/>
        </w:rPr>
        <w:t>Обеспечение работы машин и оборудования с непрерывным технологическим циклом.</w:t>
      </w:r>
    </w:p>
    <w:p w:rsidR="00402933" w:rsidRPr="00402933" w:rsidRDefault="0008607D" w:rsidP="0040293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9. </w:t>
      </w:r>
      <w:r w:rsidR="00402933" w:rsidRPr="00402933">
        <w:rPr>
          <w:rFonts w:ascii="Times New Roman" w:hAnsi="Times New Roman"/>
          <w:sz w:val="28"/>
          <w:szCs w:val="28"/>
        </w:rPr>
        <w:t>Работы по уходу, обеспечению безопасности, сохранению и кормлению животных.</w:t>
      </w:r>
    </w:p>
    <w:p w:rsidR="00402933" w:rsidRPr="00402933" w:rsidRDefault="00402933" w:rsidP="00402933">
      <w:pPr>
        <w:jc w:val="both"/>
        <w:rPr>
          <w:rFonts w:ascii="Times New Roman" w:hAnsi="Times New Roman"/>
          <w:sz w:val="28"/>
          <w:szCs w:val="28"/>
        </w:rPr>
      </w:pPr>
    </w:p>
    <w:p w:rsidR="00402933" w:rsidRPr="00402933" w:rsidRDefault="00402933" w:rsidP="00402933">
      <w:pPr>
        <w:jc w:val="both"/>
        <w:rPr>
          <w:rFonts w:ascii="Times New Roman" w:hAnsi="Times New Roman"/>
          <w:sz w:val="28"/>
          <w:szCs w:val="28"/>
        </w:rPr>
      </w:pPr>
    </w:p>
    <w:p w:rsidR="00190FF9" w:rsidRPr="00190FF9" w:rsidRDefault="00402933" w:rsidP="00402933">
      <w:pPr>
        <w:jc w:val="center"/>
        <w:rPr>
          <w:rFonts w:ascii="Times New Roman" w:hAnsi="Times New Roman"/>
          <w:sz w:val="28"/>
          <w:szCs w:val="28"/>
        </w:rPr>
      </w:pPr>
      <w:r w:rsidRPr="00402933">
        <w:rPr>
          <w:rFonts w:ascii="Times New Roman" w:hAnsi="Times New Roman"/>
          <w:sz w:val="28"/>
          <w:szCs w:val="28"/>
        </w:rPr>
        <w:t>____________</w:t>
      </w:r>
    </w:p>
    <w:sectPr w:rsidR="00190FF9" w:rsidRPr="00190FF9" w:rsidSect="0008607D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9B6" w:rsidRDefault="000779B6">
      <w:r>
        <w:separator/>
      </w:r>
    </w:p>
  </w:endnote>
  <w:endnote w:type="continuationSeparator" w:id="0">
    <w:p w:rsidR="000779B6" w:rsidRDefault="0007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0808CC0A" wp14:editId="548850D5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C91EADE" wp14:editId="54EBF5A1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08607D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1382  06.03.2019 15:18:32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9B6" w:rsidRDefault="000779B6">
      <w:r>
        <w:separator/>
      </w:r>
    </w:p>
  </w:footnote>
  <w:footnote w:type="continuationSeparator" w:id="0">
    <w:p w:rsidR="000779B6" w:rsidRDefault="00077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40293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3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yLLMVfalNF9ytq6E7cXMYibVzs=" w:salt="I4AYrf3Y4/i31etGzzdcc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45FF"/>
    <w:rsid w:val="00037C0C"/>
    <w:rsid w:val="000502A3"/>
    <w:rsid w:val="00053FB1"/>
    <w:rsid w:val="00056DEB"/>
    <w:rsid w:val="00073A7A"/>
    <w:rsid w:val="00076D5E"/>
    <w:rsid w:val="000779B6"/>
    <w:rsid w:val="00084DD3"/>
    <w:rsid w:val="0008607D"/>
    <w:rsid w:val="000917C0"/>
    <w:rsid w:val="000B0736"/>
    <w:rsid w:val="00122CFD"/>
    <w:rsid w:val="00151370"/>
    <w:rsid w:val="00162E72"/>
    <w:rsid w:val="00175BE5"/>
    <w:rsid w:val="00182212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6C9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23DB"/>
    <w:rsid w:val="002953B6"/>
    <w:rsid w:val="002B14EF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61E62"/>
    <w:rsid w:val="003870C2"/>
    <w:rsid w:val="003D3B8A"/>
    <w:rsid w:val="003D54F8"/>
    <w:rsid w:val="003F4F5E"/>
    <w:rsid w:val="00400906"/>
    <w:rsid w:val="00402933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06782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82E08"/>
    <w:rsid w:val="0088337C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2019-01-25T09:06:00Z</dcterms:created>
  <dcterms:modified xsi:type="dcterms:W3CDTF">2019-04-10T06:30:00Z</dcterms:modified>
</cp:coreProperties>
</file>